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黑体" w:eastAsia="方正小标宋简体" w:cs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ascii="仿宋_GB2312" w:hAnsi="??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??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??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2023</w:t>
      </w:r>
      <w:r>
        <w:rPr>
          <w:rFonts w:hint="eastAsia" w:ascii="仿宋_GB2312" w:hAnsi="??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年度）</w:t>
      </w:r>
    </w:p>
    <w:p>
      <w:pPr>
        <w:spacing w:line="240" w:lineRule="exact"/>
        <w:rPr>
          <w:rFonts w:ascii="仿宋_GB2312" w:hAnsi="??" w:eastAsia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综合保障项目（委局财务核算中心机构运转）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中共北京市委农村工作委员会北京市农业农村局财务核算中心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余京胜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55525314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项目资金</w:t>
            </w:r>
            <w:r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 w:colFirst="3" w:colLast="8"/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28.224000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28.224000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28.224000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28.224000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28.224000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28.224000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—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为了顺利开展财务核算等业务，保障工作人员正常就餐，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特申请北京市农业农村局局财务核算中心工作人员伙食补助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顺利保障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了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员工当年用餐需求。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绩</w:t>
            </w:r>
            <w:r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效</w:t>
            </w:r>
            <w:r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指</w:t>
            </w:r>
            <w:r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保障在职职工人数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≥28人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三餐的保障率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成本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经济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成本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伙食补助标准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≤28.224万元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28.224万元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健康饮食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≥1年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服务对象满意度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职工对三餐质量满意度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??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仿宋_GB2312" w:eastAsia="仿宋_GB2312"/>
          <w:vanish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2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AC786B3-2C93-4F2F-AC28-6042748339E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B3F6CE35-D161-45CA-9FB6-10D49D1E3DCA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5E40DEC7-EBDE-4E9C-902F-1B3C62E6DEC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48B97A1C-33BB-4E1D-93AA-641CCC716FDB}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IzY2E3OTIzMGYxNmI3OTljNzA0ZGM0MGY4ZDFhZTM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6D53145"/>
    <w:rsid w:val="0A3B649C"/>
    <w:rsid w:val="0B016BFE"/>
    <w:rsid w:val="0D6A5B67"/>
    <w:rsid w:val="1053332C"/>
    <w:rsid w:val="11927958"/>
    <w:rsid w:val="29007B26"/>
    <w:rsid w:val="37173543"/>
    <w:rsid w:val="3FF76880"/>
    <w:rsid w:val="42B756FF"/>
    <w:rsid w:val="454545C6"/>
    <w:rsid w:val="54D9161F"/>
    <w:rsid w:val="5D04012A"/>
    <w:rsid w:val="62F3685C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autoRedefine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autoRedefine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autoRedefine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autoRedefine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165</Words>
  <Characters>941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李佳琦</cp:lastModifiedBy>
  <cp:lastPrinted>2022-03-24T10:01:00Z</cp:lastPrinted>
  <dcterms:modified xsi:type="dcterms:W3CDTF">2024-05-16T03:56:25Z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8687236743D2418FBE8392BA84E29D01_12</vt:lpwstr>
  </property>
</Properties>
</file>